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439DEE" w14:textId="77777777" w:rsidR="00067B28" w:rsidRDefault="00067B28" w:rsidP="00067B28">
      <w:pPr>
        <w:rPr>
          <w:rFonts w:ascii="Arial" w:hAnsi="Arial" w:cs="Arial"/>
          <w:sz w:val="22"/>
          <w:szCs w:val="22"/>
          <w:lang w:val="et-EE"/>
        </w:rPr>
      </w:pPr>
    </w:p>
    <w:p w14:paraId="450E8881" w14:textId="77777777" w:rsidR="00067B28" w:rsidRPr="00067B28" w:rsidRDefault="00067B28" w:rsidP="00067B28">
      <w:pPr>
        <w:rPr>
          <w:lang w:val="et-EE"/>
        </w:rPr>
      </w:pPr>
      <w:r w:rsidRPr="00067B28">
        <w:rPr>
          <w:lang w:val="et-EE"/>
        </w:rPr>
        <w:t>Lugupidamisega</w:t>
      </w:r>
    </w:p>
    <w:p w14:paraId="59979CEC" w14:textId="77777777" w:rsidR="00067B28" w:rsidRPr="00067B28" w:rsidRDefault="00067B28" w:rsidP="00067B28">
      <w:pPr>
        <w:framePr w:hSpace="180" w:wrap="around" w:vAnchor="page" w:hAnchor="page" w:x="1381" w:y="1726"/>
        <w:rPr>
          <w:b/>
          <w:kern w:val="44"/>
          <w:lang w:val="et-EE"/>
        </w:rPr>
      </w:pPr>
    </w:p>
    <w:p w14:paraId="286BDE55" w14:textId="77777777" w:rsidR="00067B28" w:rsidRPr="00067B28" w:rsidRDefault="00067B28" w:rsidP="00067B28">
      <w:pPr>
        <w:framePr w:hSpace="180" w:wrap="around" w:vAnchor="page" w:hAnchor="page" w:x="1381" w:y="1726"/>
        <w:rPr>
          <w:kern w:val="44"/>
          <w:lang w:val="et-EE"/>
        </w:rPr>
      </w:pPr>
    </w:p>
    <w:p w14:paraId="4D3D1920" w14:textId="77777777" w:rsidR="00067B28" w:rsidRPr="00067B28" w:rsidRDefault="00067B28" w:rsidP="00067B28">
      <w:pPr>
        <w:framePr w:hSpace="180" w:wrap="around" w:vAnchor="page" w:hAnchor="page" w:x="1381" w:y="1726"/>
        <w:rPr>
          <w:kern w:val="44"/>
          <w:lang w:val="et-EE"/>
        </w:rPr>
      </w:pPr>
    </w:p>
    <w:p w14:paraId="3BF9CDF2" w14:textId="781A8134" w:rsidR="00067B28" w:rsidRPr="00067B28" w:rsidRDefault="00067B28" w:rsidP="00067B28">
      <w:pPr>
        <w:framePr w:hSpace="180" w:wrap="around" w:vAnchor="page" w:hAnchor="page" w:x="1381" w:y="1726"/>
        <w:rPr>
          <w:kern w:val="44"/>
          <w:lang w:val="et-EE"/>
        </w:rPr>
      </w:pPr>
      <w:r w:rsidRPr="00067B28">
        <w:rPr>
          <w:kern w:val="44"/>
          <w:lang w:val="et-EE"/>
        </w:rPr>
        <w:t xml:space="preserve">Lp </w:t>
      </w:r>
      <w:r w:rsidR="00E766CC">
        <w:rPr>
          <w:kern w:val="44"/>
          <w:lang w:val="et-EE"/>
        </w:rPr>
        <w:t>Liis Lilleallik</w:t>
      </w:r>
    </w:p>
    <w:p w14:paraId="795E9746" w14:textId="77777777" w:rsidR="00067B28" w:rsidRPr="00067B28" w:rsidRDefault="00067B28" w:rsidP="00067B28">
      <w:pPr>
        <w:framePr w:hSpace="180" w:wrap="around" w:vAnchor="page" w:hAnchor="page" w:x="1381" w:y="1726"/>
        <w:rPr>
          <w:kern w:val="44"/>
          <w:lang w:val="et-EE"/>
        </w:rPr>
      </w:pPr>
      <w:r w:rsidRPr="00067B28">
        <w:rPr>
          <w:kern w:val="44"/>
          <w:lang w:val="et-EE"/>
        </w:rPr>
        <w:t>Terviseamet</w:t>
      </w:r>
    </w:p>
    <w:p w14:paraId="3CDE5AE1" w14:textId="574ED3D6" w:rsidR="00067B28" w:rsidRPr="00067B28" w:rsidRDefault="00067B28" w:rsidP="00067B28">
      <w:pPr>
        <w:framePr w:hSpace="180" w:wrap="around" w:vAnchor="page" w:hAnchor="page" w:x="1381" w:y="1726"/>
        <w:rPr>
          <w:kern w:val="44"/>
          <w:lang w:val="et-EE"/>
        </w:rPr>
      </w:pPr>
      <w:r w:rsidRPr="00067B28">
        <w:rPr>
          <w:kern w:val="44"/>
          <w:lang w:val="et-EE"/>
        </w:rPr>
        <w:t>Paldiski mnt 81</w:t>
      </w:r>
      <w:r w:rsidRPr="00067B28">
        <w:rPr>
          <w:kern w:val="44"/>
          <w:lang w:val="et-EE"/>
        </w:rPr>
        <w:tab/>
      </w:r>
      <w:r w:rsidRPr="00067B28">
        <w:rPr>
          <w:kern w:val="44"/>
          <w:lang w:val="et-EE"/>
        </w:rPr>
        <w:tab/>
      </w:r>
      <w:r w:rsidRPr="00067B28">
        <w:rPr>
          <w:kern w:val="44"/>
          <w:lang w:val="et-EE"/>
        </w:rPr>
        <w:tab/>
      </w:r>
      <w:r w:rsidRPr="00067B28">
        <w:rPr>
          <w:kern w:val="44"/>
          <w:lang w:val="et-EE"/>
        </w:rPr>
        <w:tab/>
      </w:r>
      <w:r w:rsidRPr="00067B28">
        <w:rPr>
          <w:bCs/>
          <w:lang w:val="et-EE" w:eastAsia="et-EE"/>
        </w:rPr>
        <w:t xml:space="preserve">                               </w:t>
      </w:r>
    </w:p>
    <w:p w14:paraId="39514CB8" w14:textId="28E9CE04" w:rsidR="00067B28" w:rsidRPr="00067B28" w:rsidRDefault="00E766CC" w:rsidP="00067B28">
      <w:pPr>
        <w:framePr w:hSpace="180" w:wrap="around" w:vAnchor="page" w:hAnchor="page" w:x="1381" w:y="1726"/>
        <w:rPr>
          <w:kern w:val="44"/>
          <w:lang w:val="et-EE"/>
        </w:rPr>
      </w:pPr>
      <w:r w:rsidRPr="0003371A">
        <w:rPr>
          <w:lang w:val="fi-FI"/>
        </w:rPr>
        <w:t>10614</w:t>
      </w:r>
      <w:r w:rsidR="00067B28" w:rsidRPr="00067B28">
        <w:rPr>
          <w:kern w:val="44"/>
          <w:lang w:val="et-EE"/>
        </w:rPr>
        <w:t xml:space="preserve"> TALLINN</w:t>
      </w:r>
    </w:p>
    <w:p w14:paraId="7EF906A8" w14:textId="5DF5D4C7" w:rsidR="00067B28" w:rsidRPr="00067B28" w:rsidRDefault="009D2591" w:rsidP="00067B28">
      <w:pPr>
        <w:framePr w:hSpace="180" w:wrap="around" w:vAnchor="page" w:hAnchor="page" w:x="1381" w:y="1726"/>
        <w:rPr>
          <w:b/>
          <w:kern w:val="44"/>
          <w:lang w:val="et-EE"/>
        </w:rPr>
      </w:pPr>
      <w:hyperlink r:id="rId8" w:history="1">
        <w:r w:rsidR="00E766CC" w:rsidRPr="00D90D1B">
          <w:rPr>
            <w:rStyle w:val="Hyperlink"/>
            <w:kern w:val="44"/>
            <w:lang w:val="et-EE"/>
          </w:rPr>
          <w:t>info@terviseamet.ee</w:t>
        </w:r>
      </w:hyperlink>
      <w:r w:rsidR="00067B28" w:rsidRPr="00067B28">
        <w:rPr>
          <w:kern w:val="44"/>
          <w:lang w:val="et-EE"/>
        </w:rPr>
        <w:t xml:space="preserve"> </w:t>
      </w:r>
    </w:p>
    <w:p w14:paraId="328156BD" w14:textId="77777777" w:rsidR="00067B28" w:rsidRPr="00067B28" w:rsidRDefault="00067B28" w:rsidP="00067B28">
      <w:pPr>
        <w:framePr w:hSpace="180" w:wrap="around" w:vAnchor="page" w:hAnchor="page" w:x="1381" w:y="1726"/>
        <w:rPr>
          <w:b/>
          <w:kern w:val="44"/>
          <w:lang w:val="et-EE"/>
        </w:rPr>
      </w:pPr>
    </w:p>
    <w:p w14:paraId="26E9664E" w14:textId="77777777" w:rsidR="00067B28" w:rsidRPr="00067B28" w:rsidRDefault="00067B28" w:rsidP="00067B28">
      <w:pPr>
        <w:framePr w:hSpace="180" w:wrap="around" w:vAnchor="page" w:hAnchor="page" w:x="1381" w:y="1726"/>
        <w:rPr>
          <w:b/>
          <w:kern w:val="44"/>
          <w:lang w:val="et-EE"/>
        </w:rPr>
      </w:pPr>
    </w:p>
    <w:p w14:paraId="6306896A" w14:textId="77777777" w:rsidR="00067B28" w:rsidRPr="00067B28" w:rsidRDefault="00067B28" w:rsidP="00067B28">
      <w:pPr>
        <w:framePr w:hSpace="180" w:wrap="around" w:vAnchor="page" w:hAnchor="page" w:x="1381" w:y="1726"/>
        <w:rPr>
          <w:b/>
          <w:kern w:val="44"/>
          <w:lang w:val="et-EE"/>
        </w:rPr>
      </w:pPr>
      <w:r w:rsidRPr="00067B28">
        <w:rPr>
          <w:b/>
          <w:kern w:val="44"/>
          <w:lang w:val="et-EE"/>
        </w:rPr>
        <w:t>Taotlus joogivee kontrolli kava kooskõlastamiseks</w:t>
      </w:r>
    </w:p>
    <w:p w14:paraId="0CD28180" w14:textId="77777777" w:rsidR="00067B28" w:rsidRPr="00067B28" w:rsidRDefault="00067B28" w:rsidP="00067B28">
      <w:pPr>
        <w:framePr w:hSpace="180" w:wrap="around" w:vAnchor="page" w:hAnchor="page" w:x="1381" w:y="1726"/>
        <w:rPr>
          <w:b/>
          <w:kern w:val="44"/>
          <w:lang w:val="et-EE"/>
        </w:rPr>
      </w:pPr>
    </w:p>
    <w:p w14:paraId="02BEC4C0" w14:textId="77777777" w:rsidR="00067B28" w:rsidRPr="00067B28" w:rsidRDefault="00067B28" w:rsidP="00067B28">
      <w:pPr>
        <w:framePr w:hSpace="180" w:wrap="around" w:vAnchor="page" w:hAnchor="page" w:x="1381" w:y="1726"/>
        <w:rPr>
          <w:b/>
          <w:kern w:val="44"/>
          <w:lang w:val="et-EE"/>
        </w:rPr>
      </w:pPr>
    </w:p>
    <w:p w14:paraId="6B8EA488" w14:textId="00CC5B16" w:rsidR="00067B28" w:rsidRPr="00067B28" w:rsidRDefault="00067B28" w:rsidP="00067B28">
      <w:pPr>
        <w:framePr w:hSpace="180" w:wrap="around" w:vAnchor="page" w:hAnchor="page" w:x="1381" w:y="1726"/>
        <w:outlineLvl w:val="2"/>
        <w:rPr>
          <w:bCs/>
          <w:lang w:val="et-EE" w:eastAsia="et-EE"/>
        </w:rPr>
      </w:pPr>
      <w:r w:rsidRPr="00067B28">
        <w:rPr>
          <w:bCs/>
          <w:lang w:val="et-EE" w:eastAsia="et-EE"/>
        </w:rPr>
        <w:t>Palume kooskõlastada AS Viimsi Vesi ühisveevärgi joogivee kontrolli kava aastateks 20</w:t>
      </w:r>
      <w:r w:rsidR="00C74E27">
        <w:rPr>
          <w:bCs/>
          <w:lang w:val="et-EE" w:eastAsia="et-EE"/>
        </w:rPr>
        <w:t>25</w:t>
      </w:r>
      <w:r w:rsidRPr="00067B28">
        <w:rPr>
          <w:bCs/>
          <w:lang w:val="et-EE" w:eastAsia="et-EE"/>
        </w:rPr>
        <w:t xml:space="preserve"> - 20</w:t>
      </w:r>
      <w:r w:rsidR="00C74E27">
        <w:rPr>
          <w:bCs/>
          <w:lang w:val="et-EE" w:eastAsia="et-EE"/>
        </w:rPr>
        <w:t>30</w:t>
      </w:r>
      <w:r w:rsidRPr="00067B28">
        <w:rPr>
          <w:bCs/>
          <w:lang w:val="et-EE" w:eastAsia="et-EE"/>
        </w:rPr>
        <w:t>.</w:t>
      </w:r>
    </w:p>
    <w:p w14:paraId="5A4AEABF" w14:textId="77777777" w:rsidR="00067B28" w:rsidRPr="00067B28" w:rsidRDefault="00067B28" w:rsidP="00067B28">
      <w:pPr>
        <w:framePr w:hSpace="180" w:wrap="around" w:vAnchor="page" w:hAnchor="page" w:x="1381" w:y="1726"/>
        <w:outlineLvl w:val="2"/>
        <w:rPr>
          <w:bCs/>
          <w:lang w:val="et-EE" w:eastAsia="et-EE"/>
        </w:rPr>
      </w:pPr>
    </w:p>
    <w:p w14:paraId="071C7D2D" w14:textId="77777777" w:rsidR="00067B28" w:rsidRPr="00067B28" w:rsidRDefault="00067B28" w:rsidP="00067B28">
      <w:pPr>
        <w:framePr w:hSpace="180" w:wrap="around" w:vAnchor="page" w:hAnchor="page" w:x="1381" w:y="1726"/>
        <w:rPr>
          <w:lang w:val="et-EE"/>
        </w:rPr>
      </w:pPr>
      <w:r w:rsidRPr="00067B28">
        <w:rPr>
          <w:lang w:val="et-EE"/>
        </w:rPr>
        <w:t xml:space="preserve">Taotleja kontaktandmed </w:t>
      </w:r>
    </w:p>
    <w:p w14:paraId="6AFAEE61" w14:textId="77777777" w:rsidR="00067B28" w:rsidRPr="00067B28" w:rsidRDefault="00067B28" w:rsidP="00067B28">
      <w:pPr>
        <w:framePr w:hSpace="180" w:wrap="around" w:vAnchor="page" w:hAnchor="page" w:x="1381" w:y="1726"/>
        <w:rPr>
          <w:sz w:val="20"/>
          <w:lang w:val="et-EE"/>
        </w:rPr>
      </w:pPr>
    </w:p>
    <w:p w14:paraId="3797E092" w14:textId="77777777" w:rsidR="00067B28" w:rsidRPr="00067B28" w:rsidRDefault="00067B28" w:rsidP="00067B28">
      <w:pPr>
        <w:framePr w:hSpace="180" w:wrap="around" w:vAnchor="page" w:hAnchor="page" w:x="1381" w:y="1726"/>
        <w:numPr>
          <w:ilvl w:val="0"/>
          <w:numId w:val="1"/>
        </w:numPr>
        <w:rPr>
          <w:lang w:val="et-EE"/>
        </w:rPr>
      </w:pPr>
      <w:r w:rsidRPr="00067B28">
        <w:rPr>
          <w:lang w:val="et-EE"/>
        </w:rPr>
        <w:t xml:space="preserve">Taotleja nimi </w:t>
      </w:r>
    </w:p>
    <w:p w14:paraId="588F1914" w14:textId="77777777" w:rsidR="00067B28" w:rsidRPr="00067B28" w:rsidRDefault="00067B28" w:rsidP="00067B28">
      <w:pPr>
        <w:framePr w:hSpace="180" w:wrap="around" w:vAnchor="page" w:hAnchor="page" w:x="1381" w:y="1726"/>
        <w:ind w:left="360"/>
        <w:rPr>
          <w:lang w:val="et-EE"/>
        </w:rPr>
      </w:pPr>
    </w:p>
    <w:p w14:paraId="04C1FE85" w14:textId="77777777" w:rsidR="00067B28" w:rsidRPr="00067B28" w:rsidRDefault="00067B28" w:rsidP="00067B28">
      <w:pPr>
        <w:framePr w:hSpace="180" w:wrap="around" w:vAnchor="page" w:hAnchor="page" w:x="1381" w:y="1726"/>
        <w:ind w:left="360" w:firstLine="348"/>
        <w:rPr>
          <w:lang w:val="et-EE"/>
        </w:rPr>
      </w:pPr>
      <w:r w:rsidRPr="00067B28">
        <w:rPr>
          <w:lang w:val="et-EE"/>
        </w:rPr>
        <w:t>AS Viimsi Vesi, reg nr 10461699</w:t>
      </w:r>
    </w:p>
    <w:p w14:paraId="214DD729" w14:textId="77777777" w:rsidR="00067B28" w:rsidRPr="00067B28" w:rsidRDefault="00067B28" w:rsidP="00067B28">
      <w:pPr>
        <w:framePr w:hSpace="180" w:wrap="around" w:vAnchor="page" w:hAnchor="page" w:x="1381" w:y="1726"/>
        <w:ind w:left="360"/>
        <w:rPr>
          <w:lang w:val="et-EE"/>
        </w:rPr>
      </w:pPr>
      <w:r w:rsidRPr="00067B28">
        <w:rPr>
          <w:lang w:val="et-EE"/>
        </w:rPr>
        <w:t xml:space="preserve"> </w:t>
      </w:r>
    </w:p>
    <w:p w14:paraId="42440521" w14:textId="77777777" w:rsidR="00067B28" w:rsidRPr="00067B28" w:rsidRDefault="00067B28" w:rsidP="00067B28">
      <w:pPr>
        <w:framePr w:hSpace="180" w:wrap="around" w:vAnchor="page" w:hAnchor="page" w:x="1381" w:y="1726"/>
        <w:numPr>
          <w:ilvl w:val="0"/>
          <w:numId w:val="1"/>
        </w:numPr>
        <w:rPr>
          <w:lang w:val="et-EE"/>
        </w:rPr>
      </w:pPr>
      <w:r w:rsidRPr="00067B28">
        <w:rPr>
          <w:lang w:val="et-EE"/>
        </w:rPr>
        <w:t>Taotleja juriidiline aadress/tel/e-mail</w:t>
      </w:r>
    </w:p>
    <w:p w14:paraId="46859689" w14:textId="77777777" w:rsidR="00067B28" w:rsidRPr="00067B28" w:rsidRDefault="00067B28" w:rsidP="00067B28">
      <w:pPr>
        <w:framePr w:hSpace="180" w:wrap="around" w:vAnchor="page" w:hAnchor="page" w:x="1381" w:y="1726"/>
        <w:ind w:left="720"/>
        <w:rPr>
          <w:lang w:val="et-EE"/>
        </w:rPr>
      </w:pPr>
    </w:p>
    <w:p w14:paraId="0DECCD8E" w14:textId="38005FDC" w:rsidR="00067B28" w:rsidRPr="00067B28" w:rsidRDefault="00E766CC" w:rsidP="00067B28">
      <w:pPr>
        <w:framePr w:hSpace="180" w:wrap="around" w:vAnchor="page" w:hAnchor="page" w:x="1381" w:y="1726"/>
        <w:ind w:left="720"/>
        <w:rPr>
          <w:lang w:val="et-EE"/>
        </w:rPr>
      </w:pPr>
      <w:r>
        <w:rPr>
          <w:lang w:val="et-EE"/>
        </w:rPr>
        <w:t>Paelille tee 1</w:t>
      </w:r>
      <w:r w:rsidR="00067B28" w:rsidRPr="00067B28">
        <w:rPr>
          <w:lang w:val="et-EE"/>
        </w:rPr>
        <w:t>, Viimsi, 74001  /  tel nr 606 6848   /   info@viimsivesi.ee</w:t>
      </w:r>
    </w:p>
    <w:p w14:paraId="50967483" w14:textId="77777777" w:rsidR="00067B28" w:rsidRPr="00067B28" w:rsidRDefault="00067B28" w:rsidP="00067B28">
      <w:pPr>
        <w:framePr w:hSpace="180" w:wrap="around" w:vAnchor="page" w:hAnchor="page" w:x="1381" w:y="1726"/>
        <w:ind w:left="360"/>
        <w:rPr>
          <w:lang w:val="et-EE"/>
        </w:rPr>
      </w:pPr>
    </w:p>
    <w:p w14:paraId="37009AB6" w14:textId="77777777" w:rsidR="00067B28" w:rsidRPr="00067B28" w:rsidRDefault="00067B28" w:rsidP="00067B28">
      <w:pPr>
        <w:framePr w:hSpace="180" w:wrap="around" w:vAnchor="page" w:hAnchor="page" w:x="1381" w:y="1726"/>
        <w:numPr>
          <w:ilvl w:val="0"/>
          <w:numId w:val="1"/>
        </w:numPr>
        <w:rPr>
          <w:color w:val="FF00FF"/>
          <w:lang w:val="et-EE"/>
        </w:rPr>
      </w:pPr>
      <w:r w:rsidRPr="00067B28">
        <w:rPr>
          <w:lang w:val="et-EE"/>
        </w:rPr>
        <w:t>Taotleja või kontaktisiku kontaktandmed</w:t>
      </w:r>
    </w:p>
    <w:p w14:paraId="2D3BF8C8" w14:textId="77777777" w:rsidR="00067B28" w:rsidRPr="00067B28" w:rsidRDefault="00067B28" w:rsidP="00067B28">
      <w:pPr>
        <w:framePr w:hSpace="180" w:wrap="around" w:vAnchor="page" w:hAnchor="page" w:x="1381" w:y="1726"/>
        <w:ind w:left="720"/>
        <w:rPr>
          <w:color w:val="FF00FF"/>
          <w:lang w:val="et-EE"/>
        </w:rPr>
      </w:pPr>
    </w:p>
    <w:p w14:paraId="70C3E120" w14:textId="189CFA39" w:rsidR="00067B28" w:rsidRPr="00067B28" w:rsidRDefault="00E766CC" w:rsidP="00067B28">
      <w:pPr>
        <w:framePr w:hSpace="180" w:wrap="around" w:vAnchor="page" w:hAnchor="page" w:x="1381" w:y="1726"/>
        <w:ind w:left="720"/>
        <w:rPr>
          <w:color w:val="FF00FF"/>
          <w:lang w:val="et-EE"/>
        </w:rPr>
      </w:pPr>
      <w:r>
        <w:rPr>
          <w:color w:val="000000"/>
          <w:lang w:val="et-EE"/>
        </w:rPr>
        <w:t>Raavo Vask</w:t>
      </w:r>
      <w:r w:rsidR="00067B28" w:rsidRPr="00067B28">
        <w:rPr>
          <w:color w:val="000000"/>
          <w:lang w:val="et-EE"/>
        </w:rPr>
        <w:t xml:space="preserve">, tel nr </w:t>
      </w:r>
      <w:r>
        <w:rPr>
          <w:color w:val="000000"/>
          <w:lang w:val="et-EE"/>
        </w:rPr>
        <w:t>59815145</w:t>
      </w:r>
      <w:r w:rsidR="00067B28" w:rsidRPr="00067B28">
        <w:rPr>
          <w:color w:val="000000"/>
          <w:lang w:val="et-EE"/>
        </w:rPr>
        <w:t>,</w:t>
      </w:r>
      <w:r w:rsidR="00067B28" w:rsidRPr="00067B28">
        <w:rPr>
          <w:color w:val="FF00FF"/>
          <w:lang w:val="et-EE"/>
        </w:rPr>
        <w:t xml:space="preserve"> </w:t>
      </w:r>
      <w:hyperlink r:id="rId9" w:history="1">
        <w:r w:rsidRPr="00D55F9A">
          <w:rPr>
            <w:rStyle w:val="Hyperlink"/>
            <w:lang w:val="et-EE"/>
          </w:rPr>
          <w:t>raavo@viimsivesi.ee</w:t>
        </w:r>
      </w:hyperlink>
      <w:r w:rsidR="00067B28" w:rsidRPr="00067B28">
        <w:rPr>
          <w:color w:val="FF00FF"/>
          <w:lang w:val="et-EE"/>
        </w:rPr>
        <w:t xml:space="preserve"> </w:t>
      </w:r>
    </w:p>
    <w:p w14:paraId="25A08BFA" w14:textId="77777777" w:rsidR="00067B28" w:rsidRPr="00067B28" w:rsidRDefault="00067B28" w:rsidP="00067B28">
      <w:pPr>
        <w:framePr w:hSpace="180" w:wrap="around" w:vAnchor="page" w:hAnchor="page" w:x="1381" w:y="1726"/>
        <w:ind w:left="720"/>
        <w:rPr>
          <w:color w:val="FF00FF"/>
          <w:lang w:val="et-EE"/>
        </w:rPr>
      </w:pPr>
    </w:p>
    <w:p w14:paraId="1B26B955" w14:textId="77777777" w:rsidR="00067B28" w:rsidRPr="00067B28" w:rsidRDefault="00067B28" w:rsidP="00067B28">
      <w:pPr>
        <w:framePr w:hSpace="180" w:wrap="around" w:vAnchor="page" w:hAnchor="page" w:x="1381" w:y="1726"/>
        <w:numPr>
          <w:ilvl w:val="0"/>
          <w:numId w:val="1"/>
        </w:numPr>
        <w:rPr>
          <w:lang w:val="et-EE"/>
        </w:rPr>
      </w:pPr>
      <w:r w:rsidRPr="00067B28">
        <w:rPr>
          <w:lang w:val="et-EE"/>
        </w:rPr>
        <w:t xml:space="preserve">Teenuse osutamise aadress </w:t>
      </w:r>
    </w:p>
    <w:p w14:paraId="37A0BE9B" w14:textId="77777777" w:rsidR="00067B28" w:rsidRPr="00067B28" w:rsidRDefault="00067B28" w:rsidP="00067B28">
      <w:pPr>
        <w:framePr w:hSpace="180" w:wrap="around" w:vAnchor="page" w:hAnchor="page" w:x="1381" w:y="1726"/>
        <w:ind w:left="720"/>
        <w:rPr>
          <w:lang w:val="et-EE"/>
        </w:rPr>
      </w:pPr>
    </w:p>
    <w:p w14:paraId="2CBD1A26" w14:textId="77777777" w:rsidR="00067B28" w:rsidRPr="00067B28" w:rsidRDefault="00067B28" w:rsidP="00067B28">
      <w:pPr>
        <w:framePr w:hSpace="180" w:wrap="around" w:vAnchor="page" w:hAnchor="page" w:x="1381" w:y="1726"/>
        <w:ind w:left="720"/>
        <w:rPr>
          <w:lang w:val="et-EE"/>
        </w:rPr>
      </w:pPr>
      <w:r w:rsidRPr="00067B28">
        <w:rPr>
          <w:lang w:val="et-EE"/>
        </w:rPr>
        <w:t>Viimsi vald</w:t>
      </w:r>
    </w:p>
    <w:p w14:paraId="6DA0F579" w14:textId="77777777" w:rsidR="00067B28" w:rsidRPr="00067B28" w:rsidRDefault="00067B28" w:rsidP="00067B28">
      <w:pPr>
        <w:framePr w:hSpace="180" w:wrap="around" w:vAnchor="page" w:hAnchor="page" w:x="1381" w:y="1726"/>
        <w:ind w:left="720"/>
        <w:rPr>
          <w:lang w:val="et-EE"/>
        </w:rPr>
      </w:pPr>
    </w:p>
    <w:p w14:paraId="52F622B5" w14:textId="77777777" w:rsidR="00067B28" w:rsidRPr="00067B28" w:rsidRDefault="00067B28" w:rsidP="00067B28">
      <w:pPr>
        <w:framePr w:hSpace="180" w:wrap="around" w:vAnchor="page" w:hAnchor="page" w:x="1381" w:y="1726"/>
        <w:rPr>
          <w:lang w:val="et-EE"/>
        </w:rPr>
      </w:pPr>
      <w:r w:rsidRPr="00067B28">
        <w:rPr>
          <w:lang w:val="et-EE"/>
        </w:rPr>
        <w:t>Lisad:</w:t>
      </w:r>
    </w:p>
    <w:p w14:paraId="479E6E6B" w14:textId="31CF17CF" w:rsidR="00067B28" w:rsidRPr="00067B28" w:rsidRDefault="00067B28" w:rsidP="00067B28">
      <w:pPr>
        <w:framePr w:hSpace="180" w:wrap="around" w:vAnchor="page" w:hAnchor="page" w:x="1381" w:y="1726"/>
        <w:rPr>
          <w:lang w:val="et-EE"/>
        </w:rPr>
      </w:pPr>
      <w:r w:rsidRPr="00067B28">
        <w:rPr>
          <w:lang w:val="et-EE"/>
        </w:rPr>
        <w:t>Lisa 1. AS Viimsi Vesi joogivee kontrollikava 202</w:t>
      </w:r>
      <w:r w:rsidR="00E766CC">
        <w:rPr>
          <w:lang w:val="et-EE"/>
        </w:rPr>
        <w:t>5</w:t>
      </w:r>
      <w:r w:rsidRPr="00067B28">
        <w:rPr>
          <w:lang w:val="et-EE"/>
        </w:rPr>
        <w:t xml:space="preserve"> – 20</w:t>
      </w:r>
      <w:r w:rsidR="009D2591">
        <w:rPr>
          <w:lang w:val="et-EE"/>
        </w:rPr>
        <w:t>30</w:t>
      </w:r>
      <w:r w:rsidRPr="00067B28">
        <w:rPr>
          <w:lang w:val="et-EE"/>
        </w:rPr>
        <w:t>, 4 lehekülge.</w:t>
      </w:r>
    </w:p>
    <w:p w14:paraId="23FED198" w14:textId="68DB62A1" w:rsidR="00067B28" w:rsidRDefault="00067B28" w:rsidP="00067B28">
      <w:pPr>
        <w:framePr w:hSpace="180" w:wrap="around" w:vAnchor="page" w:hAnchor="page" w:x="1381" w:y="1726"/>
        <w:rPr>
          <w:lang w:val="et-EE"/>
        </w:rPr>
      </w:pPr>
      <w:r w:rsidRPr="00067B28">
        <w:rPr>
          <w:lang w:val="et-EE"/>
        </w:rPr>
        <w:t xml:space="preserve">Lisa 2. </w:t>
      </w:r>
      <w:r w:rsidR="00E766CC" w:rsidRPr="00E766CC">
        <w:rPr>
          <w:lang w:val="et-EE"/>
        </w:rPr>
        <w:t>Viimsi veetöötlusjaamast väljuva joogivee radioloogil</w:t>
      </w:r>
      <w:r w:rsidR="0003371A">
        <w:rPr>
          <w:lang w:val="et-EE"/>
        </w:rPr>
        <w:t>ine</w:t>
      </w:r>
      <w:r w:rsidR="00E766CC" w:rsidRPr="00E766CC">
        <w:rPr>
          <w:lang w:val="et-EE"/>
        </w:rPr>
        <w:t xml:space="preserve"> analüüs.</w:t>
      </w:r>
    </w:p>
    <w:p w14:paraId="34D25E9D" w14:textId="7E7D8B9D" w:rsidR="00C74E27" w:rsidRPr="00C74E27" w:rsidRDefault="00C74E27" w:rsidP="00067B28">
      <w:pPr>
        <w:framePr w:hSpace="180" w:wrap="around" w:vAnchor="page" w:hAnchor="page" w:x="1381" w:y="1726"/>
        <w:rPr>
          <w:lang w:val="fi-FI"/>
        </w:rPr>
      </w:pPr>
      <w:r>
        <w:rPr>
          <w:lang w:val="et-EE"/>
        </w:rPr>
        <w:t xml:space="preserve">Lisa 3. </w:t>
      </w:r>
      <w:r w:rsidRPr="00C74E27">
        <w:rPr>
          <w:lang w:val="fi-FI"/>
        </w:rPr>
        <w:t>AS Viimsi Vesi joogivee radionukliidide sisaldusest tarbijate tervisele tuleneva mõju hinnang</w:t>
      </w:r>
    </w:p>
    <w:p w14:paraId="1093C62A" w14:textId="77777777" w:rsidR="00067B28" w:rsidRPr="00067B28" w:rsidRDefault="00067B28" w:rsidP="00067B28">
      <w:pPr>
        <w:framePr w:hSpace="180" w:wrap="around" w:vAnchor="page" w:hAnchor="page" w:x="1381" w:y="1726"/>
        <w:rPr>
          <w:color w:val="002060"/>
          <w:lang w:val="et-EE"/>
        </w:rPr>
      </w:pPr>
    </w:p>
    <w:p w14:paraId="1025E3E6" w14:textId="4C5B278B" w:rsidR="00067B28" w:rsidRPr="00067B28" w:rsidRDefault="00067B28" w:rsidP="00067B28">
      <w:pPr>
        <w:framePr w:hSpace="180" w:wrap="around" w:vAnchor="page" w:hAnchor="page" w:x="1381" w:y="1726"/>
        <w:rPr>
          <w:lang w:val="et-EE"/>
        </w:rPr>
      </w:pPr>
      <w:r w:rsidRPr="00067B28">
        <w:rPr>
          <w:lang w:val="et-EE"/>
        </w:rPr>
        <w:t xml:space="preserve">Kontrolli kava esitamise kuupäev: </w:t>
      </w:r>
      <w:r w:rsidR="005F6054">
        <w:rPr>
          <w:lang w:val="et-EE"/>
        </w:rPr>
        <w:t>10</w:t>
      </w:r>
      <w:r w:rsidRPr="00067B28">
        <w:rPr>
          <w:lang w:val="et-EE"/>
        </w:rPr>
        <w:t>.</w:t>
      </w:r>
      <w:r w:rsidR="00E766CC">
        <w:rPr>
          <w:lang w:val="et-EE"/>
        </w:rPr>
        <w:t>06</w:t>
      </w:r>
      <w:r w:rsidRPr="00067B28">
        <w:rPr>
          <w:lang w:val="et-EE"/>
        </w:rPr>
        <w:t>.20</w:t>
      </w:r>
      <w:r w:rsidR="00E766CC">
        <w:rPr>
          <w:lang w:val="et-EE"/>
        </w:rPr>
        <w:t>24</w:t>
      </w:r>
    </w:p>
    <w:p w14:paraId="18A4A03C" w14:textId="451E3980" w:rsidR="00067B28" w:rsidRPr="00067B28" w:rsidRDefault="00067B28" w:rsidP="00067B28">
      <w:pPr>
        <w:framePr w:hSpace="180" w:wrap="around" w:vAnchor="page" w:hAnchor="page" w:x="1381" w:y="1726"/>
        <w:outlineLvl w:val="2"/>
        <w:rPr>
          <w:bCs/>
          <w:lang w:val="et-EE" w:eastAsia="et-EE"/>
        </w:rPr>
      </w:pPr>
      <w:r w:rsidRPr="00067B28">
        <w:rPr>
          <w:bCs/>
          <w:lang w:val="et-EE" w:eastAsia="et-EE"/>
        </w:rPr>
        <w:t xml:space="preserve">Kontrolli kava esitaja: Tootmisjuht, </w:t>
      </w:r>
      <w:r w:rsidR="00E766CC">
        <w:rPr>
          <w:bCs/>
          <w:lang w:val="et-EE" w:eastAsia="et-EE"/>
        </w:rPr>
        <w:t>Raavo Vask</w:t>
      </w:r>
      <w:r w:rsidRPr="00067B28">
        <w:rPr>
          <w:bCs/>
          <w:lang w:val="et-EE" w:eastAsia="et-EE"/>
        </w:rPr>
        <w:t xml:space="preserve">, </w:t>
      </w:r>
      <w:r w:rsidRPr="00067B28">
        <w:rPr>
          <w:color w:val="000000"/>
          <w:lang w:val="et-EE"/>
        </w:rPr>
        <w:t xml:space="preserve">tel </w:t>
      </w:r>
      <w:r w:rsidR="00E766CC">
        <w:rPr>
          <w:color w:val="000000"/>
          <w:lang w:val="et-EE"/>
        </w:rPr>
        <w:t>59815145</w:t>
      </w:r>
    </w:p>
    <w:p w14:paraId="7EA3E1AE" w14:textId="77777777" w:rsidR="00067B28" w:rsidRPr="00067B28" w:rsidRDefault="00067B28" w:rsidP="00067B28">
      <w:pPr>
        <w:rPr>
          <w:i/>
          <w:lang w:val="et-EE"/>
        </w:rPr>
      </w:pPr>
      <w:r w:rsidRPr="00067B28">
        <w:rPr>
          <w:i/>
          <w:lang w:val="et-EE"/>
        </w:rPr>
        <w:t>/allkirjastatud digitaalselt/</w:t>
      </w:r>
    </w:p>
    <w:p w14:paraId="7015BFC7" w14:textId="77777777" w:rsidR="00067B28" w:rsidRPr="00067B28" w:rsidRDefault="00067B28" w:rsidP="00067B28">
      <w:pPr>
        <w:rPr>
          <w:i/>
          <w:lang w:val="et-EE"/>
        </w:rPr>
      </w:pPr>
    </w:p>
    <w:p w14:paraId="0D6B20F8" w14:textId="68C2FF33" w:rsidR="00067B28" w:rsidRPr="00067B28" w:rsidRDefault="00E766CC" w:rsidP="00067B28">
      <w:pPr>
        <w:rPr>
          <w:rFonts w:ascii="Arial" w:hAnsi="Arial" w:cs="Arial"/>
          <w:sz w:val="22"/>
          <w:szCs w:val="22"/>
          <w:lang w:val="et-EE"/>
        </w:rPr>
      </w:pPr>
      <w:r>
        <w:rPr>
          <w:lang w:val="et-EE"/>
        </w:rPr>
        <w:t>Raavo Vask</w:t>
      </w:r>
    </w:p>
    <w:p w14:paraId="61DC7E51" w14:textId="77777777" w:rsidR="00A65A2A" w:rsidRPr="00067B28" w:rsidRDefault="00067B28" w:rsidP="00343CB4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067B28">
        <w:rPr>
          <w:rFonts w:ascii="Times New Roman" w:hAnsi="Times New Roman" w:cs="Times New Roman"/>
          <w:sz w:val="24"/>
          <w:szCs w:val="24"/>
          <w:lang w:eastAsia="ja-JP"/>
        </w:rPr>
        <w:t>Tootmisjuht</w:t>
      </w:r>
    </w:p>
    <w:sectPr w:rsidR="00A65A2A" w:rsidRPr="00067B28" w:rsidSect="0014739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495" w:right="1134" w:bottom="1474" w:left="1701" w:header="45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0E4CEB" w14:textId="77777777" w:rsidR="00067B28" w:rsidRDefault="00067B28" w:rsidP="00E113C2">
      <w:r>
        <w:separator/>
      </w:r>
    </w:p>
  </w:endnote>
  <w:endnote w:type="continuationSeparator" w:id="0">
    <w:p w14:paraId="5058376D" w14:textId="77777777" w:rsidR="00067B28" w:rsidRDefault="00067B28" w:rsidP="00E11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05031" w14:textId="77777777" w:rsidR="00096459" w:rsidRDefault="000964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E069D3" w14:textId="77777777" w:rsidR="00357B66" w:rsidRPr="00096459" w:rsidRDefault="00650D16" w:rsidP="00871F80">
    <w:pPr>
      <w:pStyle w:val="FooterEven"/>
      <w:jc w:val="right"/>
      <w:rPr>
        <w:color w:val="auto"/>
        <w:lang w:val="et-EE"/>
      </w:rPr>
    </w:pPr>
    <w:r w:rsidRPr="00096459">
      <w:rPr>
        <w:lang w:val="et-EE"/>
      </w:rPr>
      <w:t>AS VIIMSI VESI</w:t>
    </w:r>
    <w:r w:rsidR="00096459">
      <w:rPr>
        <w:lang w:val="et-EE"/>
      </w:rPr>
      <w:t xml:space="preserve">      </w:t>
    </w:r>
    <w:r w:rsidR="00096459" w:rsidRPr="00096459">
      <w:rPr>
        <w:lang w:val="et-EE"/>
      </w:rPr>
      <w:t xml:space="preserve">  </w:t>
    </w:r>
    <w:r w:rsidRPr="00096459">
      <w:rPr>
        <w:lang w:val="et-EE"/>
      </w:rPr>
      <w:t xml:space="preserve">         </w:t>
    </w:r>
    <w:r w:rsidR="00096459" w:rsidRPr="00096459">
      <w:rPr>
        <w:lang w:val="et-EE"/>
      </w:rPr>
      <w:t xml:space="preserve">                                                      </w:t>
    </w:r>
    <w:r w:rsidRPr="00096459">
      <w:rPr>
        <w:lang w:val="et-EE"/>
      </w:rPr>
      <w:t>Reg</w:t>
    </w:r>
    <w:r w:rsidR="00096459" w:rsidRPr="00096459">
      <w:rPr>
        <w:lang w:val="et-EE"/>
      </w:rPr>
      <w:t>. nr</w:t>
    </w:r>
    <w:r w:rsidRPr="00096459">
      <w:rPr>
        <w:lang w:val="et-EE"/>
      </w:rPr>
      <w:t xml:space="preserve"> 10461699</w:t>
    </w:r>
    <w:r w:rsidRPr="00096459">
      <w:rPr>
        <w:lang w:val="et-EE"/>
      </w:rPr>
      <w:br/>
      <w:t>Nelgi tee 1</w:t>
    </w:r>
    <w:r w:rsidR="00096459" w:rsidRPr="00096459">
      <w:rPr>
        <w:lang w:val="et-EE"/>
      </w:rPr>
      <w:t xml:space="preserve">                      </w:t>
    </w:r>
    <w:r w:rsidRPr="00096459">
      <w:rPr>
        <w:lang w:val="et-EE"/>
      </w:rPr>
      <w:t xml:space="preserve">      </w:t>
    </w:r>
    <w:r w:rsidR="00096459" w:rsidRPr="00096459">
      <w:rPr>
        <w:lang w:val="et-EE"/>
      </w:rPr>
      <w:t xml:space="preserve"> tel +372 606 6848                 </w:t>
    </w:r>
    <w:r w:rsidRPr="00096459">
      <w:rPr>
        <w:lang w:val="et-EE"/>
      </w:rPr>
      <w:t>KMKR EE100430538</w:t>
    </w:r>
    <w:r w:rsidRPr="00096459">
      <w:rPr>
        <w:lang w:val="et-EE"/>
      </w:rPr>
      <w:br/>
      <w:t xml:space="preserve">Viimsi    </w:t>
    </w:r>
    <w:r w:rsidR="00096459" w:rsidRPr="00096459">
      <w:rPr>
        <w:lang w:val="et-EE"/>
      </w:rPr>
      <w:t>74001</w:t>
    </w:r>
    <w:r w:rsidRPr="00096459">
      <w:rPr>
        <w:lang w:val="et-EE"/>
      </w:rPr>
      <w:t xml:space="preserve"> </w:t>
    </w:r>
    <w:r w:rsidR="00871F80" w:rsidRPr="00096459">
      <w:rPr>
        <w:lang w:val="et-EE"/>
      </w:rPr>
      <w:t xml:space="preserve"> </w:t>
    </w:r>
    <w:r w:rsidR="00096459" w:rsidRPr="00096459">
      <w:rPr>
        <w:lang w:val="et-EE"/>
      </w:rPr>
      <w:t xml:space="preserve">                </w:t>
    </w:r>
    <w:r w:rsidRPr="00096459">
      <w:rPr>
        <w:lang w:val="et-EE"/>
      </w:rPr>
      <w:t xml:space="preserve">    info@viimsivesi.ee      </w:t>
    </w:r>
    <w:r w:rsidR="00096459">
      <w:rPr>
        <w:lang w:val="et-EE"/>
      </w:rPr>
      <w:t xml:space="preserve"> </w:t>
    </w:r>
    <w:r w:rsidRPr="00096459">
      <w:rPr>
        <w:lang w:val="et-EE"/>
      </w:rPr>
      <w:t xml:space="preserve">         </w:t>
    </w:r>
    <w:r w:rsidR="00871F80" w:rsidRPr="00096459">
      <w:rPr>
        <w:lang w:val="et-EE"/>
      </w:rPr>
      <w:t xml:space="preserve">  </w:t>
    </w:r>
    <w:r w:rsidRPr="00096459">
      <w:rPr>
        <w:lang w:val="et-EE"/>
      </w:rPr>
      <w:t xml:space="preserve">                Swedbank</w:t>
    </w:r>
    <w:r w:rsidRPr="00096459">
      <w:rPr>
        <w:lang w:val="et-EE"/>
      </w:rPr>
      <w:br/>
    </w:r>
    <w:r w:rsidR="00096459" w:rsidRPr="00096459">
      <w:rPr>
        <w:lang w:val="et-EE"/>
      </w:rPr>
      <w:t>Harju maakond</w:t>
    </w:r>
    <w:r w:rsidRPr="00096459">
      <w:rPr>
        <w:lang w:val="et-EE"/>
      </w:rPr>
      <w:t xml:space="preserve">    </w:t>
    </w:r>
    <w:r w:rsidR="00096459" w:rsidRPr="00096459">
      <w:rPr>
        <w:lang w:val="et-EE"/>
      </w:rPr>
      <w:t xml:space="preserve">    </w:t>
    </w:r>
    <w:r w:rsidR="00096459">
      <w:rPr>
        <w:lang w:val="et-EE"/>
      </w:rPr>
      <w:t xml:space="preserve">   </w:t>
    </w:r>
    <w:r w:rsidR="00096459" w:rsidRPr="00096459">
      <w:rPr>
        <w:lang w:val="et-EE"/>
      </w:rPr>
      <w:t xml:space="preserve">  </w:t>
    </w:r>
    <w:r w:rsidR="00096459">
      <w:rPr>
        <w:lang w:val="et-EE"/>
      </w:rPr>
      <w:t xml:space="preserve"> </w:t>
    </w:r>
    <w:r w:rsidR="00871F80" w:rsidRPr="00096459">
      <w:rPr>
        <w:lang w:val="et-EE"/>
      </w:rPr>
      <w:t xml:space="preserve">    </w:t>
    </w:r>
    <w:r w:rsidR="00096459" w:rsidRPr="00096459">
      <w:rPr>
        <w:lang w:val="et-EE"/>
      </w:rPr>
      <w:t xml:space="preserve">   </w:t>
    </w:r>
    <w:r w:rsidRPr="00096459">
      <w:rPr>
        <w:lang w:val="et-EE"/>
      </w:rPr>
      <w:t xml:space="preserve"> www.viimsivesi.ee</w:t>
    </w:r>
    <w:r w:rsidR="00096459" w:rsidRPr="00096459">
      <w:rPr>
        <w:lang w:val="et-EE"/>
      </w:rPr>
      <w:t xml:space="preserve">  </w:t>
    </w:r>
    <w:r w:rsidR="00096459">
      <w:rPr>
        <w:lang w:val="et-EE"/>
      </w:rPr>
      <w:t xml:space="preserve">   </w:t>
    </w:r>
    <w:r w:rsidRPr="00096459">
      <w:rPr>
        <w:lang w:val="et-EE"/>
      </w:rPr>
      <w:t xml:space="preserve">     </w:t>
    </w:r>
    <w:r w:rsidR="00096459" w:rsidRPr="00096459">
      <w:rPr>
        <w:lang w:val="et-EE"/>
      </w:rPr>
      <w:t>EE652200</w:t>
    </w:r>
    <w:r w:rsidRPr="00096459">
      <w:rPr>
        <w:lang w:val="et-EE"/>
      </w:rPr>
      <w:t>221002100871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63077" w14:textId="77777777" w:rsidR="00096459" w:rsidRDefault="000964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6116A" w14:textId="77777777" w:rsidR="00067B28" w:rsidRDefault="00067B28" w:rsidP="00E113C2">
      <w:r>
        <w:separator/>
      </w:r>
    </w:p>
  </w:footnote>
  <w:footnote w:type="continuationSeparator" w:id="0">
    <w:p w14:paraId="2964FA96" w14:textId="77777777" w:rsidR="00067B28" w:rsidRDefault="00067B28" w:rsidP="00E113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61DE6F" w14:textId="77777777" w:rsidR="00E113C2" w:rsidRDefault="009D2591">
    <w:pPr>
      <w:pStyle w:val="Header"/>
    </w:pPr>
    <w:r>
      <w:rPr>
        <w:noProof/>
        <w:lang w:val="en-US"/>
      </w:rPr>
      <w:pict w14:anchorId="4B80BE6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4916079" o:spid="_x0000_s2053" type="#_x0000_t75" style="position:absolute;margin-left:0;margin-top:0;width:649pt;height:917.8pt;z-index:-251657216;mso-position-horizontal:center;mso-position-horizontal-relative:margin;mso-position-vertical:center;mso-position-vertical-relative:margin" o:allowincell="f">
          <v:imagedata r:id="rId1" o:title="plangi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F8C8B" w14:textId="77777777" w:rsidR="00E113C2" w:rsidRDefault="009D2591" w:rsidP="008216C5">
    <w:pPr>
      <w:pStyle w:val="Header"/>
      <w:tabs>
        <w:tab w:val="clear" w:pos="4536"/>
      </w:tabs>
      <w:ind w:firstLine="6372"/>
      <w:jc w:val="center"/>
    </w:pPr>
    <w:r>
      <w:rPr>
        <w:noProof/>
        <w:lang w:val="en-US"/>
      </w:rPr>
      <w:pict w14:anchorId="2516584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4916080" o:spid="_x0000_s2054" type="#_x0000_t75" style="position:absolute;left:0;text-align:left;margin-left:0;margin-top:0;width:649pt;height:917.8pt;z-index:-251656192;mso-position-horizontal:center;mso-position-horizontal-relative:margin;mso-position-vertical:center;mso-position-vertical-relative:margin" o:allowincell="f">
          <v:imagedata r:id="rId1" o:title="plangile"/>
          <w10:wrap anchorx="margin" anchory="margin"/>
        </v:shape>
      </w:pict>
    </w:r>
    <w:r w:rsidR="008216C5">
      <w:rPr>
        <w:noProof/>
        <w:lang w:eastAsia="et-EE"/>
      </w:rPr>
      <w:drawing>
        <wp:inline distT="0" distB="0" distL="0" distR="0" wp14:anchorId="65457F39" wp14:editId="362E88F8">
          <wp:extent cx="2028621" cy="7429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>
                  <a:xfrm>
                    <a:off x="0" y="0"/>
                    <a:ext cx="2026775" cy="7422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FFC5C1" w14:textId="77777777" w:rsidR="00E113C2" w:rsidRDefault="009D2591">
    <w:pPr>
      <w:pStyle w:val="Header"/>
    </w:pPr>
    <w:r>
      <w:rPr>
        <w:noProof/>
        <w:lang w:val="en-US"/>
      </w:rPr>
      <w:pict w14:anchorId="324975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4916078" o:spid="_x0000_s2052" type="#_x0000_t75" style="position:absolute;margin-left:0;margin-top:0;width:649pt;height:917.8pt;z-index:-251658240;mso-position-horizontal:center;mso-position-horizontal-relative:margin;mso-position-vertical:center;mso-position-vertical-relative:margin" o:allowincell="f">
          <v:imagedata r:id="rId1" o:title="plangi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841696"/>
    <w:multiLevelType w:val="hybridMultilevel"/>
    <w:tmpl w:val="154450EC"/>
    <w:lvl w:ilvl="0" w:tplc="D370EE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208392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B28"/>
    <w:rsid w:val="0003371A"/>
    <w:rsid w:val="00067B28"/>
    <w:rsid w:val="0008498D"/>
    <w:rsid w:val="00096459"/>
    <w:rsid w:val="000E393C"/>
    <w:rsid w:val="00105011"/>
    <w:rsid w:val="00126829"/>
    <w:rsid w:val="00147399"/>
    <w:rsid w:val="0015251D"/>
    <w:rsid w:val="0015487F"/>
    <w:rsid w:val="0019339C"/>
    <w:rsid w:val="002308BA"/>
    <w:rsid w:val="002477F6"/>
    <w:rsid w:val="00277E8A"/>
    <w:rsid w:val="00285875"/>
    <w:rsid w:val="002F42CE"/>
    <w:rsid w:val="00310DA3"/>
    <w:rsid w:val="003416E0"/>
    <w:rsid w:val="00343CB4"/>
    <w:rsid w:val="00357B66"/>
    <w:rsid w:val="003A09D0"/>
    <w:rsid w:val="0043676B"/>
    <w:rsid w:val="004E0CE4"/>
    <w:rsid w:val="004E4D7A"/>
    <w:rsid w:val="00525B6B"/>
    <w:rsid w:val="005F6054"/>
    <w:rsid w:val="00650D16"/>
    <w:rsid w:val="00651917"/>
    <w:rsid w:val="006C4846"/>
    <w:rsid w:val="006F629E"/>
    <w:rsid w:val="007B0FAA"/>
    <w:rsid w:val="007C3C15"/>
    <w:rsid w:val="007F4C39"/>
    <w:rsid w:val="00805D46"/>
    <w:rsid w:val="008216C5"/>
    <w:rsid w:val="00862985"/>
    <w:rsid w:val="00871F80"/>
    <w:rsid w:val="00873265"/>
    <w:rsid w:val="008B6214"/>
    <w:rsid w:val="00901F07"/>
    <w:rsid w:val="00997EB1"/>
    <w:rsid w:val="009D2591"/>
    <w:rsid w:val="009F5A35"/>
    <w:rsid w:val="00A65A2A"/>
    <w:rsid w:val="00B97963"/>
    <w:rsid w:val="00BB123E"/>
    <w:rsid w:val="00C74E27"/>
    <w:rsid w:val="00CA783B"/>
    <w:rsid w:val="00D046DD"/>
    <w:rsid w:val="00D875D4"/>
    <w:rsid w:val="00E113C2"/>
    <w:rsid w:val="00E14F19"/>
    <w:rsid w:val="00E32CDC"/>
    <w:rsid w:val="00E766CC"/>
    <w:rsid w:val="00E956D9"/>
    <w:rsid w:val="00EC3391"/>
    <w:rsid w:val="00F07483"/>
    <w:rsid w:val="00F65977"/>
    <w:rsid w:val="00FC1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."/>
  <w:listSeparator w:val=","/>
  <w14:docId w14:val="46093530"/>
  <w15:docId w15:val="{F9850081-885D-4378-979E-FD8EB79EE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B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E0CE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13C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13C2"/>
  </w:style>
  <w:style w:type="paragraph" w:styleId="Footer">
    <w:name w:val="footer"/>
    <w:basedOn w:val="Normal"/>
    <w:link w:val="FooterChar"/>
    <w:uiPriority w:val="99"/>
    <w:unhideWhenUsed/>
    <w:rsid w:val="00E113C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13C2"/>
  </w:style>
  <w:style w:type="paragraph" w:styleId="BalloonText">
    <w:name w:val="Balloon Text"/>
    <w:basedOn w:val="Normal"/>
    <w:link w:val="BalloonTextChar"/>
    <w:uiPriority w:val="99"/>
    <w:semiHidden/>
    <w:unhideWhenUsed/>
    <w:rsid w:val="008216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6C5"/>
    <w:rPr>
      <w:rFonts w:ascii="Tahoma" w:hAnsi="Tahoma" w:cs="Tahoma"/>
      <w:sz w:val="16"/>
      <w:szCs w:val="16"/>
    </w:rPr>
  </w:style>
  <w:style w:type="paragraph" w:customStyle="1" w:styleId="FooterEven">
    <w:name w:val="Footer Even"/>
    <w:basedOn w:val="Normal"/>
    <w:qFormat/>
    <w:rsid w:val="00357B66"/>
    <w:pPr>
      <w:pBdr>
        <w:top w:val="single" w:sz="4" w:space="1" w:color="4F81BD" w:themeColor="accent1"/>
      </w:pBdr>
      <w:spacing w:after="180" w:line="264" w:lineRule="auto"/>
    </w:pPr>
    <w:rPr>
      <w:color w:val="1F497D" w:themeColor="text2"/>
      <w:sz w:val="20"/>
      <w:szCs w:val="20"/>
      <w:lang w:val="en-US" w:eastAsia="ja-JP"/>
    </w:rPr>
  </w:style>
  <w:style w:type="character" w:styleId="Hyperlink">
    <w:name w:val="Hyperlink"/>
    <w:basedOn w:val="DefaultParagraphFont"/>
    <w:uiPriority w:val="99"/>
    <w:unhideWhenUsed/>
    <w:rsid w:val="00310DA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4E0CE4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4E0C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UnresolvedMention">
    <w:name w:val="Unresolved Mention"/>
    <w:basedOn w:val="DefaultParagraphFont"/>
    <w:uiPriority w:val="99"/>
    <w:semiHidden/>
    <w:unhideWhenUsed/>
    <w:rsid w:val="00E766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erviseamet.e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aavo@viimsivesi.ee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e\AppData\Roaming\Microsoft\Templates\Plangil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386D9-9D5F-4CB5-BB04-E183AD576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Plangile</Template>
  <TotalTime>2</TotalTime>
  <Pages>1</Pages>
  <Words>124</Words>
  <Characters>989</Characters>
  <Application>Microsoft Office Word</Application>
  <DocSecurity>0</DocSecurity>
  <Lines>58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AK Süsteemid OÜ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Ene Koljal</dc:creator>
  <cp:lastModifiedBy>Raavo Vask</cp:lastModifiedBy>
  <cp:revision>4</cp:revision>
  <cp:lastPrinted>2013-01-25T12:37:00Z</cp:lastPrinted>
  <dcterms:created xsi:type="dcterms:W3CDTF">2024-06-10T05:46:00Z</dcterms:created>
  <dcterms:modified xsi:type="dcterms:W3CDTF">2024-06-10T05:54:00Z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7a44d95489865800fd3e60c7095f24ac862b6f5b04de57397cace0f3f5b0567c</vt:lpwstr>
  </property>
</Properties>
</file>